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11D0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C1688AC" w14:textId="77777777" w:rsidTr="0035000E">
        <w:tc>
          <w:tcPr>
            <w:tcW w:w="2689" w:type="dxa"/>
          </w:tcPr>
          <w:p w14:paraId="0B94412F" w14:textId="77777777" w:rsidR="00F1480E" w:rsidRPr="000754EC" w:rsidRDefault="00830267" w:rsidP="000754EC">
            <w:pPr>
              <w:pStyle w:val="SIText-Bold"/>
            </w:pPr>
            <w:r w:rsidRPr="00A326C2">
              <w:t>Release</w:t>
            </w:r>
          </w:p>
        </w:tc>
        <w:tc>
          <w:tcPr>
            <w:tcW w:w="7162" w:type="dxa"/>
          </w:tcPr>
          <w:p w14:paraId="51956A29" w14:textId="77777777" w:rsidR="00F1480E" w:rsidRPr="000754EC" w:rsidRDefault="00830267" w:rsidP="000754EC">
            <w:pPr>
              <w:pStyle w:val="SIText-Bold"/>
            </w:pPr>
            <w:r w:rsidRPr="00A326C2">
              <w:t>Comments</w:t>
            </w:r>
          </w:p>
        </w:tc>
      </w:tr>
      <w:tr w:rsidR="00F1480E" w14:paraId="4FBDD4C4" w14:textId="77777777" w:rsidTr="0035000E">
        <w:tc>
          <w:tcPr>
            <w:tcW w:w="2689" w:type="dxa"/>
          </w:tcPr>
          <w:p w14:paraId="37863043" w14:textId="669E6125" w:rsidR="00F1480E" w:rsidRPr="000754EC" w:rsidRDefault="00F1480E" w:rsidP="000754EC">
            <w:pPr>
              <w:pStyle w:val="SIText"/>
            </w:pPr>
            <w:r w:rsidRPr="00CC451E">
              <w:t>Release</w:t>
            </w:r>
            <w:r w:rsidR="00337E82" w:rsidRPr="000754EC">
              <w:t xml:space="preserve"> </w:t>
            </w:r>
            <w:r w:rsidR="0036365F">
              <w:t>1</w:t>
            </w:r>
          </w:p>
        </w:tc>
        <w:tc>
          <w:tcPr>
            <w:tcW w:w="7162" w:type="dxa"/>
          </w:tcPr>
          <w:p w14:paraId="31F644E5" w14:textId="77777777" w:rsidR="00F1480E" w:rsidRPr="000754EC" w:rsidRDefault="0035000E" w:rsidP="0035000E">
            <w:r w:rsidRPr="0035000E">
              <w:t>This version released with FBP Food, Beverage and Pharmaceutical Training Package version 2.0.</w:t>
            </w:r>
          </w:p>
        </w:tc>
      </w:tr>
    </w:tbl>
    <w:p w14:paraId="409839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005AAD" w14:textId="77777777" w:rsidTr="00CA2922">
        <w:trPr>
          <w:tblHeader/>
        </w:trPr>
        <w:tc>
          <w:tcPr>
            <w:tcW w:w="1396" w:type="pct"/>
            <w:shd w:val="clear" w:color="auto" w:fill="auto"/>
          </w:tcPr>
          <w:p w14:paraId="2ADAE723" w14:textId="77777777" w:rsidR="00F1480E" w:rsidRPr="000754EC" w:rsidRDefault="009B0697" w:rsidP="000754EC">
            <w:pPr>
              <w:pStyle w:val="SIUNITCODE"/>
            </w:pPr>
            <w:r w:rsidRPr="009B0697">
              <w:t>FBPTEC4001</w:t>
            </w:r>
          </w:p>
        </w:tc>
        <w:tc>
          <w:tcPr>
            <w:tcW w:w="3604" w:type="pct"/>
            <w:shd w:val="clear" w:color="auto" w:fill="auto"/>
          </w:tcPr>
          <w:p w14:paraId="2AE1EAFB" w14:textId="77777777" w:rsidR="00F1480E" w:rsidRPr="000754EC" w:rsidRDefault="009B0697" w:rsidP="000754EC">
            <w:pPr>
              <w:pStyle w:val="SIUnittitle"/>
            </w:pPr>
            <w:r w:rsidRPr="009B0697">
              <w:t>Determine handling processes for perishable food items</w:t>
            </w:r>
          </w:p>
        </w:tc>
      </w:tr>
      <w:tr w:rsidR="00F1480E" w:rsidRPr="00963A46" w14:paraId="2E149EE5" w14:textId="77777777" w:rsidTr="00CA2922">
        <w:tc>
          <w:tcPr>
            <w:tcW w:w="1396" w:type="pct"/>
            <w:shd w:val="clear" w:color="auto" w:fill="auto"/>
          </w:tcPr>
          <w:p w14:paraId="00A3813C" w14:textId="77777777" w:rsidR="00F1480E" w:rsidRPr="000754EC" w:rsidRDefault="00FD557D" w:rsidP="000754EC">
            <w:pPr>
              <w:pStyle w:val="SIHeading2"/>
            </w:pPr>
            <w:r w:rsidRPr="00FD557D">
              <w:t>Application</w:t>
            </w:r>
          </w:p>
          <w:p w14:paraId="1BA17ADE" w14:textId="77777777" w:rsidR="00FD557D" w:rsidRPr="00923720" w:rsidRDefault="00FD557D" w:rsidP="000754EC">
            <w:pPr>
              <w:pStyle w:val="SIHeading2"/>
            </w:pPr>
          </w:p>
        </w:tc>
        <w:tc>
          <w:tcPr>
            <w:tcW w:w="3604" w:type="pct"/>
            <w:shd w:val="clear" w:color="auto" w:fill="auto"/>
          </w:tcPr>
          <w:p w14:paraId="1CF3669A" w14:textId="6501BE27" w:rsidR="009B0697" w:rsidRPr="00CF2427" w:rsidRDefault="009B0697" w:rsidP="00CF2427">
            <w:pPr>
              <w:pStyle w:val="SIText"/>
            </w:pPr>
            <w:r w:rsidRPr="00CF2427">
              <w:t>This unit of competency describes the skills and knowledge required to determine process and equipment requirements for handling and storing perishable food items</w:t>
            </w:r>
            <w:r w:rsidR="00110221" w:rsidRPr="00CF2427">
              <w:t>, such as fresh fruit and vegetables.</w:t>
            </w:r>
          </w:p>
          <w:p w14:paraId="40B3D9A8" w14:textId="77777777" w:rsidR="00110221" w:rsidRPr="00CF2427" w:rsidRDefault="00110221">
            <w:pPr>
              <w:pStyle w:val="SIText"/>
            </w:pPr>
          </w:p>
          <w:p w14:paraId="4EB1CA99" w14:textId="12F5FEBC" w:rsidR="009B0697" w:rsidRPr="00CF2427" w:rsidRDefault="009B0697">
            <w:pPr>
              <w:pStyle w:val="SIText"/>
            </w:pPr>
            <w:r w:rsidRPr="00CF2427">
              <w:t xml:space="preserve">The unit applies to individuals who </w:t>
            </w:r>
            <w:r w:rsidR="00110221" w:rsidRPr="00CF2427">
              <w:t xml:space="preserve">apply </w:t>
            </w:r>
            <w:r w:rsidRPr="00CF2427">
              <w:t>the principles of modified atmosphere packing processes and who manage the handling, packing and storage processes used for perishable food items.</w:t>
            </w:r>
          </w:p>
          <w:p w14:paraId="15B63989" w14:textId="77777777" w:rsidR="00110221" w:rsidRPr="00CF2427" w:rsidRDefault="00110221">
            <w:pPr>
              <w:pStyle w:val="SIText"/>
            </w:pPr>
          </w:p>
          <w:p w14:paraId="0AC9EA1B" w14:textId="3C712189" w:rsidR="00110221" w:rsidRDefault="00110221" w:rsidP="00153F2B">
            <w:pPr>
              <w:pStyle w:val="SIText"/>
            </w:pPr>
            <w:r w:rsidRPr="00CF2427">
              <w:t xml:space="preserve">No occupational licensing or certification requirements apply to this unit at the time of publication. However, legislative and regulatory requirements for food processing exist so local requirements must be checked. All work must comply </w:t>
            </w:r>
            <w:r w:rsidRPr="00153F2B">
              <w:t xml:space="preserve">with Australian food safety standards and relevant codes of practice. </w:t>
            </w:r>
          </w:p>
          <w:p w14:paraId="5B204AC0" w14:textId="4F2F7D1C" w:rsidR="004302B8" w:rsidRDefault="004302B8" w:rsidP="00153F2B">
            <w:pPr>
              <w:pStyle w:val="SIText"/>
            </w:pPr>
          </w:p>
          <w:p w14:paraId="1E01929B" w14:textId="2BFA20DD" w:rsidR="00153F2B" w:rsidRDefault="004302B8" w:rsidP="009926B0">
            <w:pPr>
              <w:pStyle w:val="SIText"/>
            </w:pPr>
            <w:r w:rsidRPr="00AA0C91">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p w14:paraId="1EB8AEBF" w14:textId="1A99EC0E" w:rsidR="00153F2B" w:rsidRPr="000754EC" w:rsidRDefault="00153F2B" w:rsidP="009926B0">
            <w:pPr>
              <w:pStyle w:val="SIText"/>
            </w:pPr>
          </w:p>
        </w:tc>
      </w:tr>
      <w:tr w:rsidR="00F1480E" w:rsidRPr="00963A46" w14:paraId="3B4BAB88" w14:textId="77777777" w:rsidTr="00CA2922">
        <w:tc>
          <w:tcPr>
            <w:tcW w:w="1396" w:type="pct"/>
            <w:shd w:val="clear" w:color="auto" w:fill="auto"/>
          </w:tcPr>
          <w:p w14:paraId="682071EF" w14:textId="77777777" w:rsidR="00F1480E" w:rsidRPr="000754EC" w:rsidRDefault="00FD557D" w:rsidP="000754EC">
            <w:pPr>
              <w:pStyle w:val="SIHeading2"/>
            </w:pPr>
            <w:r w:rsidRPr="00923720">
              <w:t>Prerequisite Unit</w:t>
            </w:r>
          </w:p>
        </w:tc>
        <w:tc>
          <w:tcPr>
            <w:tcW w:w="3604" w:type="pct"/>
            <w:shd w:val="clear" w:color="auto" w:fill="auto"/>
          </w:tcPr>
          <w:p w14:paraId="3FBFC740" w14:textId="77777777" w:rsidR="00F1480E" w:rsidRPr="009B0697" w:rsidRDefault="00F1480E" w:rsidP="009B0697">
            <w:pPr>
              <w:pStyle w:val="SIText"/>
            </w:pPr>
            <w:r w:rsidRPr="009B0697">
              <w:t>Ni</w:t>
            </w:r>
            <w:r w:rsidR="007A300D" w:rsidRPr="009B0697">
              <w:t xml:space="preserve">l </w:t>
            </w:r>
          </w:p>
        </w:tc>
      </w:tr>
      <w:tr w:rsidR="00F1480E" w:rsidRPr="00963A46" w14:paraId="6BADA33C" w14:textId="77777777" w:rsidTr="00CA2922">
        <w:tc>
          <w:tcPr>
            <w:tcW w:w="1396" w:type="pct"/>
            <w:shd w:val="clear" w:color="auto" w:fill="auto"/>
          </w:tcPr>
          <w:p w14:paraId="61004C9B" w14:textId="77777777" w:rsidR="00F1480E" w:rsidRPr="000754EC" w:rsidRDefault="00FD557D" w:rsidP="000754EC">
            <w:pPr>
              <w:pStyle w:val="SIHeading2"/>
            </w:pPr>
            <w:r w:rsidRPr="00923720">
              <w:t>Unit Sector</w:t>
            </w:r>
          </w:p>
        </w:tc>
        <w:tc>
          <w:tcPr>
            <w:tcW w:w="3604" w:type="pct"/>
            <w:shd w:val="clear" w:color="auto" w:fill="auto"/>
          </w:tcPr>
          <w:p w14:paraId="6387CC18" w14:textId="77777777" w:rsidR="00F1480E" w:rsidRPr="009B0697" w:rsidRDefault="009B0697" w:rsidP="009B0697">
            <w:pPr>
              <w:pStyle w:val="SIText"/>
            </w:pPr>
            <w:r w:rsidRPr="009B0697">
              <w:t>Technical (TEC)</w:t>
            </w:r>
          </w:p>
        </w:tc>
      </w:tr>
    </w:tbl>
    <w:p w14:paraId="7F5C3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0B91FF0" w14:textId="77777777" w:rsidTr="00CA2922">
        <w:trPr>
          <w:cantSplit/>
          <w:tblHeader/>
        </w:trPr>
        <w:tc>
          <w:tcPr>
            <w:tcW w:w="1396" w:type="pct"/>
            <w:tcBorders>
              <w:bottom w:val="single" w:sz="4" w:space="0" w:color="C0C0C0"/>
            </w:tcBorders>
            <w:shd w:val="clear" w:color="auto" w:fill="auto"/>
          </w:tcPr>
          <w:p w14:paraId="0EF4382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A19F42C" w14:textId="77777777" w:rsidR="00F1480E" w:rsidRPr="000754EC" w:rsidRDefault="00FD557D" w:rsidP="000754EC">
            <w:pPr>
              <w:pStyle w:val="SIHeading2"/>
            </w:pPr>
            <w:r w:rsidRPr="00923720">
              <w:t>Performance Criteria</w:t>
            </w:r>
          </w:p>
        </w:tc>
      </w:tr>
      <w:tr w:rsidR="00F1480E" w:rsidRPr="00963A46" w14:paraId="70FECC18" w14:textId="77777777" w:rsidTr="00CA2922">
        <w:trPr>
          <w:cantSplit/>
          <w:tblHeader/>
        </w:trPr>
        <w:tc>
          <w:tcPr>
            <w:tcW w:w="1396" w:type="pct"/>
            <w:tcBorders>
              <w:top w:val="single" w:sz="4" w:space="0" w:color="C0C0C0"/>
            </w:tcBorders>
            <w:shd w:val="clear" w:color="auto" w:fill="auto"/>
          </w:tcPr>
          <w:p w14:paraId="390B1FD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AD24DC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B0697" w:rsidRPr="00963A46" w14:paraId="7C08A1D7" w14:textId="77777777" w:rsidTr="00CA2922">
        <w:trPr>
          <w:cantSplit/>
        </w:trPr>
        <w:tc>
          <w:tcPr>
            <w:tcW w:w="1396" w:type="pct"/>
            <w:shd w:val="clear" w:color="auto" w:fill="auto"/>
          </w:tcPr>
          <w:p w14:paraId="79E897D8" w14:textId="77777777" w:rsidR="009B0697" w:rsidRPr="009B0697" w:rsidRDefault="009B0697" w:rsidP="009B0697">
            <w:pPr>
              <w:pStyle w:val="SIText"/>
            </w:pPr>
            <w:r w:rsidRPr="009B0697">
              <w:t>1. Identify packing, handling and storage requirements for perishable food products</w:t>
            </w:r>
          </w:p>
        </w:tc>
        <w:tc>
          <w:tcPr>
            <w:tcW w:w="3604" w:type="pct"/>
            <w:shd w:val="clear" w:color="auto" w:fill="auto"/>
          </w:tcPr>
          <w:p w14:paraId="6B1645A8" w14:textId="77777777" w:rsidR="009B0697" w:rsidRPr="009B0697" w:rsidRDefault="009B0697" w:rsidP="009B0697">
            <w:pPr>
              <w:pStyle w:val="SIText"/>
            </w:pPr>
            <w:r w:rsidRPr="009B0697">
              <w:t>1.1 Identify requirements and performance measures for packing, handling and storing perishable food products</w:t>
            </w:r>
          </w:p>
          <w:p w14:paraId="507B388A" w14:textId="77777777" w:rsidR="009B0697" w:rsidRPr="009B0697" w:rsidRDefault="009B0697" w:rsidP="009B0697">
            <w:pPr>
              <w:pStyle w:val="SIText"/>
            </w:pPr>
            <w:r w:rsidRPr="009B0697">
              <w:t>1.2 Identify current best practice for packing, handling and storing perishable food products and assess comparative performance of workplace practices</w:t>
            </w:r>
          </w:p>
          <w:p w14:paraId="2234DF60" w14:textId="77777777" w:rsidR="009B0697" w:rsidRPr="009B0697" w:rsidRDefault="009B0697" w:rsidP="009B0697">
            <w:pPr>
              <w:pStyle w:val="SIText"/>
            </w:pPr>
            <w:r w:rsidRPr="009B0697">
              <w:t>1.3 Identify features and operational processes of equipment used for handling, packing and storing perishable food products</w:t>
            </w:r>
          </w:p>
          <w:p w14:paraId="616A2629" w14:textId="77777777" w:rsidR="009B0697" w:rsidRPr="009B0697" w:rsidRDefault="009B0697" w:rsidP="009B0697">
            <w:pPr>
              <w:pStyle w:val="SIText"/>
            </w:pPr>
            <w:r w:rsidRPr="009B0697">
              <w:t>1.4 Identify customer and legal requirements of packing, handling and storing perishable food products</w:t>
            </w:r>
          </w:p>
          <w:p w14:paraId="4046ED41" w14:textId="77777777" w:rsidR="009B0697" w:rsidRPr="009B0697" w:rsidRDefault="009B0697" w:rsidP="009B0697">
            <w:pPr>
              <w:pStyle w:val="SIText"/>
            </w:pPr>
            <w:r w:rsidRPr="009B0697">
              <w:t>1.5 Use packing materials confirmed as suitable for perishable food products</w:t>
            </w:r>
          </w:p>
        </w:tc>
      </w:tr>
      <w:tr w:rsidR="009B0697" w:rsidRPr="00963A46" w14:paraId="202159E5" w14:textId="77777777" w:rsidTr="00CA2922">
        <w:trPr>
          <w:cantSplit/>
        </w:trPr>
        <w:tc>
          <w:tcPr>
            <w:tcW w:w="1396" w:type="pct"/>
            <w:shd w:val="clear" w:color="auto" w:fill="auto"/>
          </w:tcPr>
          <w:p w14:paraId="72359D07" w14:textId="77777777" w:rsidR="009B0697" w:rsidRPr="009B0697" w:rsidRDefault="009B0697" w:rsidP="009B0697">
            <w:pPr>
              <w:pStyle w:val="SIText"/>
            </w:pPr>
            <w:r w:rsidRPr="009B0697">
              <w:t>2. Specify packing, handling and storage processes</w:t>
            </w:r>
          </w:p>
        </w:tc>
        <w:tc>
          <w:tcPr>
            <w:tcW w:w="3604" w:type="pct"/>
            <w:shd w:val="clear" w:color="auto" w:fill="auto"/>
          </w:tcPr>
          <w:p w14:paraId="0DD6135A" w14:textId="77777777" w:rsidR="009B0697" w:rsidRPr="009B0697" w:rsidRDefault="009B0697" w:rsidP="009B0697">
            <w:pPr>
              <w:pStyle w:val="SIText"/>
            </w:pPr>
            <w:r w:rsidRPr="009B0697">
              <w:t>2.1 Identify equipment and facilities available for packing, handling and storing perishable food products</w:t>
            </w:r>
          </w:p>
          <w:p w14:paraId="68B11645" w14:textId="5499DC7A" w:rsidR="009B0697" w:rsidRPr="009B0697" w:rsidRDefault="009B0697" w:rsidP="009B0697">
            <w:pPr>
              <w:pStyle w:val="SIText"/>
            </w:pPr>
            <w:r w:rsidRPr="009B0697">
              <w:t xml:space="preserve">2.2 Conduct cost-benefit analysis </w:t>
            </w:r>
            <w:r w:rsidR="00B749FE">
              <w:t>to determine suitable</w:t>
            </w:r>
            <w:r w:rsidR="00B749FE" w:rsidRPr="009B0697">
              <w:t xml:space="preserve"> </w:t>
            </w:r>
            <w:r w:rsidRPr="009B0697">
              <w:t xml:space="preserve">storage equipment and facilities </w:t>
            </w:r>
            <w:r w:rsidR="00B749FE">
              <w:t>for operations</w:t>
            </w:r>
          </w:p>
          <w:p w14:paraId="6CB04635" w14:textId="77777777" w:rsidR="009B0697" w:rsidRPr="009B0697" w:rsidRDefault="009B0697" w:rsidP="009B0697">
            <w:pPr>
              <w:pStyle w:val="SIText"/>
            </w:pPr>
            <w:r w:rsidRPr="009B0697">
              <w:t>2.3 Specify equipment and facilities needed for work operations</w:t>
            </w:r>
          </w:p>
          <w:p w14:paraId="418243BC" w14:textId="77777777" w:rsidR="009B0697" w:rsidRPr="009B0697" w:rsidRDefault="009B0697" w:rsidP="009B0697">
            <w:pPr>
              <w:pStyle w:val="SIText"/>
            </w:pPr>
            <w:r w:rsidRPr="009B0697">
              <w:t>2.4 Specify processes for packing, handling and storing perishable food products</w:t>
            </w:r>
          </w:p>
          <w:p w14:paraId="3D6D4D1A" w14:textId="77777777" w:rsidR="009B0697" w:rsidRPr="009B0697" w:rsidRDefault="009B0697" w:rsidP="009B0697">
            <w:pPr>
              <w:pStyle w:val="SIText"/>
            </w:pPr>
            <w:r w:rsidRPr="009B0697">
              <w:t>2.5 Specify processes in accordance with workplace environmental guidelines</w:t>
            </w:r>
          </w:p>
          <w:p w14:paraId="2533B510" w14:textId="77777777" w:rsidR="009B0697" w:rsidRPr="009B0697" w:rsidRDefault="009B0697" w:rsidP="009B0697">
            <w:pPr>
              <w:pStyle w:val="SIText"/>
            </w:pPr>
            <w:r w:rsidRPr="009B0697">
              <w:t>2.6 Specify labelling and documentation requirements according to workplace procedures</w:t>
            </w:r>
          </w:p>
          <w:p w14:paraId="4BB5FFC1" w14:textId="77777777" w:rsidR="009B0697" w:rsidRPr="009B0697" w:rsidRDefault="009B0697" w:rsidP="009B0697">
            <w:pPr>
              <w:pStyle w:val="SIText"/>
            </w:pPr>
            <w:r w:rsidRPr="009B0697">
              <w:t>2.7 Document workplace processes and operating procedures and communicate them to personnel</w:t>
            </w:r>
          </w:p>
        </w:tc>
      </w:tr>
      <w:tr w:rsidR="009B0697" w:rsidRPr="00963A46" w14:paraId="4217D8EB" w14:textId="77777777" w:rsidTr="00CA2922">
        <w:trPr>
          <w:cantSplit/>
        </w:trPr>
        <w:tc>
          <w:tcPr>
            <w:tcW w:w="1396" w:type="pct"/>
            <w:shd w:val="clear" w:color="auto" w:fill="auto"/>
          </w:tcPr>
          <w:p w14:paraId="3A82644F" w14:textId="77777777" w:rsidR="009B0697" w:rsidRPr="009B0697" w:rsidRDefault="009B0697" w:rsidP="009B0697">
            <w:pPr>
              <w:pStyle w:val="SIText"/>
            </w:pPr>
            <w:r w:rsidRPr="009B0697">
              <w:lastRenderedPageBreak/>
              <w:t>3. Manage problems with perishable food products</w:t>
            </w:r>
          </w:p>
        </w:tc>
        <w:tc>
          <w:tcPr>
            <w:tcW w:w="3604" w:type="pct"/>
            <w:shd w:val="clear" w:color="auto" w:fill="auto"/>
          </w:tcPr>
          <w:p w14:paraId="374EF46E" w14:textId="77777777" w:rsidR="009B0697" w:rsidRPr="009B0697" w:rsidRDefault="009B0697" w:rsidP="009B0697">
            <w:pPr>
              <w:pStyle w:val="SIText"/>
            </w:pPr>
            <w:r w:rsidRPr="009B0697">
              <w:t xml:space="preserve">3.1 Identify common problems with perishable products and determine their likely causes </w:t>
            </w:r>
          </w:p>
          <w:p w14:paraId="6B03EF9B" w14:textId="77777777" w:rsidR="009B0697" w:rsidRPr="009B0697" w:rsidRDefault="009B0697" w:rsidP="009B0697">
            <w:pPr>
              <w:pStyle w:val="SIText"/>
            </w:pPr>
            <w:r w:rsidRPr="009B0697">
              <w:t>3.2 Assess equipment and procedures to identify contributing factors to food problems</w:t>
            </w:r>
          </w:p>
          <w:p w14:paraId="110C10BC" w14:textId="77777777" w:rsidR="009B0697" w:rsidRPr="009B0697" w:rsidRDefault="009B0697" w:rsidP="009B0697">
            <w:pPr>
              <w:pStyle w:val="SIText"/>
            </w:pPr>
            <w:r w:rsidRPr="009B0697">
              <w:t>3.3 Identify and address problems in accordance with workplace procedures</w:t>
            </w:r>
          </w:p>
          <w:p w14:paraId="16EAC6DA" w14:textId="77777777" w:rsidR="009B0697" w:rsidRPr="009B0697" w:rsidRDefault="009B0697" w:rsidP="009B0697">
            <w:pPr>
              <w:pStyle w:val="SIText"/>
            </w:pPr>
            <w:r w:rsidRPr="009B0697">
              <w:t xml:space="preserve">3.4 Document out-of-specification processes or outcomes </w:t>
            </w:r>
          </w:p>
          <w:p w14:paraId="47DB68C5" w14:textId="77777777" w:rsidR="009B0697" w:rsidRPr="009B0697" w:rsidRDefault="009B0697" w:rsidP="009B0697">
            <w:pPr>
              <w:pStyle w:val="SIText"/>
            </w:pPr>
            <w:r w:rsidRPr="009B0697">
              <w:t xml:space="preserve">3.5 Identify and investigate opportunities for improvement </w:t>
            </w:r>
          </w:p>
          <w:p w14:paraId="474F23A9" w14:textId="77777777" w:rsidR="009B0697" w:rsidRPr="009B0697" w:rsidRDefault="009B0697" w:rsidP="009B0697">
            <w:pPr>
              <w:pStyle w:val="SIText"/>
            </w:pPr>
            <w:r w:rsidRPr="009B0697">
              <w:t xml:space="preserve">3.6 Develop and implement proposals for improvement </w:t>
            </w:r>
          </w:p>
        </w:tc>
      </w:tr>
    </w:tbl>
    <w:p w14:paraId="27E99700"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F4ABEF8" w14:textId="77777777" w:rsidTr="00CA2922">
        <w:trPr>
          <w:tblHeader/>
        </w:trPr>
        <w:tc>
          <w:tcPr>
            <w:tcW w:w="5000" w:type="pct"/>
            <w:gridSpan w:val="2"/>
          </w:tcPr>
          <w:p w14:paraId="4752967E" w14:textId="77777777" w:rsidR="00F1480E" w:rsidRPr="000754EC" w:rsidRDefault="005F771F" w:rsidP="000754EC">
            <w:pPr>
              <w:pStyle w:val="SIHeading2"/>
            </w:pPr>
            <w:r>
              <w:br w:type="page"/>
            </w:r>
            <w:r w:rsidR="00FD557D" w:rsidRPr="00041E59">
              <w:t>F</w:t>
            </w:r>
            <w:r w:rsidR="00FD557D" w:rsidRPr="000754EC">
              <w:t>oundation Skills</w:t>
            </w:r>
          </w:p>
          <w:p w14:paraId="4664422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9156AF1" w14:textId="77777777" w:rsidTr="00CA2922">
        <w:trPr>
          <w:tblHeader/>
        </w:trPr>
        <w:tc>
          <w:tcPr>
            <w:tcW w:w="1396" w:type="pct"/>
          </w:tcPr>
          <w:p w14:paraId="418CD9A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387BAC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B0697" w:rsidRPr="00336FCA" w:rsidDel="00423CB2" w14:paraId="6E6B5B84" w14:textId="77777777" w:rsidTr="00CA2922">
        <w:tc>
          <w:tcPr>
            <w:tcW w:w="1396" w:type="pct"/>
          </w:tcPr>
          <w:p w14:paraId="65B462AF" w14:textId="77777777" w:rsidR="009B0697" w:rsidRPr="009B0697" w:rsidRDefault="009B0697" w:rsidP="009B0697">
            <w:pPr>
              <w:pStyle w:val="SIText"/>
            </w:pPr>
            <w:r w:rsidRPr="009B0697">
              <w:t>Reading</w:t>
            </w:r>
          </w:p>
        </w:tc>
        <w:tc>
          <w:tcPr>
            <w:tcW w:w="3604" w:type="pct"/>
          </w:tcPr>
          <w:p w14:paraId="543ACA2F" w14:textId="649065C7" w:rsidR="009B0697" w:rsidRPr="009B0697" w:rsidRDefault="00B749FE" w:rsidP="009B0697">
            <w:pPr>
              <w:pStyle w:val="SIBulletList1"/>
            </w:pPr>
            <w:r>
              <w:t>A</w:t>
            </w:r>
            <w:r w:rsidR="009B0697" w:rsidRPr="009B0697">
              <w:t>nalyse</w:t>
            </w:r>
            <w:r w:rsidR="00F5375F">
              <w:t>s</w:t>
            </w:r>
            <w:r w:rsidR="009B0697" w:rsidRPr="009B0697">
              <w:t xml:space="preserve"> operating parameters, procedures, specifications, and other documentation from a variety of sources to determin</w:t>
            </w:r>
            <w:r>
              <w:t xml:space="preserve">e </w:t>
            </w:r>
            <w:r w:rsidR="009B0697" w:rsidRPr="009B0697">
              <w:t xml:space="preserve">storage </w:t>
            </w:r>
            <w:r>
              <w:t xml:space="preserve">and equipment </w:t>
            </w:r>
            <w:r w:rsidR="009B0697" w:rsidRPr="009B0697">
              <w:t xml:space="preserve">requirements </w:t>
            </w:r>
          </w:p>
        </w:tc>
      </w:tr>
      <w:tr w:rsidR="009B0697" w:rsidRPr="00336FCA" w:rsidDel="00423CB2" w14:paraId="438775CD" w14:textId="77777777" w:rsidTr="00CA2922">
        <w:tc>
          <w:tcPr>
            <w:tcW w:w="1396" w:type="pct"/>
          </w:tcPr>
          <w:p w14:paraId="27A2CD1E" w14:textId="77777777" w:rsidR="009B0697" w:rsidRPr="009B0697" w:rsidRDefault="009B0697" w:rsidP="009B0697">
            <w:pPr>
              <w:pStyle w:val="SIText"/>
            </w:pPr>
            <w:r w:rsidRPr="009B0697">
              <w:t>Writing</w:t>
            </w:r>
          </w:p>
        </w:tc>
        <w:tc>
          <w:tcPr>
            <w:tcW w:w="3604" w:type="pct"/>
          </w:tcPr>
          <w:p w14:paraId="2BA3BC9C" w14:textId="7AF5B17A" w:rsidR="009B0697" w:rsidRPr="009B0697" w:rsidRDefault="009B0697" w:rsidP="009B0697">
            <w:pPr>
              <w:pStyle w:val="SIBulletList1"/>
            </w:pPr>
            <w:r w:rsidRPr="009B0697">
              <w:t>Develop</w:t>
            </w:r>
            <w:r w:rsidR="00F5375F">
              <w:t>s</w:t>
            </w:r>
            <w:r w:rsidRPr="009B0697">
              <w:t xml:space="preserve"> procedur</w:t>
            </w:r>
            <w:r w:rsidR="00B749FE">
              <w:t>es</w:t>
            </w:r>
            <w:r w:rsidRPr="009B0697">
              <w:t xml:space="preserve"> for the storage of perishable food items for a specific audience using clear and detailed language </w:t>
            </w:r>
          </w:p>
        </w:tc>
      </w:tr>
      <w:tr w:rsidR="009B0697" w:rsidRPr="00336FCA" w:rsidDel="00423CB2" w14:paraId="2B6856F2" w14:textId="77777777" w:rsidTr="00CA2922">
        <w:tc>
          <w:tcPr>
            <w:tcW w:w="1396" w:type="pct"/>
          </w:tcPr>
          <w:p w14:paraId="3EBF1E1A" w14:textId="77777777" w:rsidR="009B0697" w:rsidRPr="009B0697" w:rsidRDefault="009B0697" w:rsidP="009B0697">
            <w:pPr>
              <w:pStyle w:val="SIText"/>
            </w:pPr>
            <w:r w:rsidRPr="009B0697">
              <w:t>Numeracy</w:t>
            </w:r>
          </w:p>
        </w:tc>
        <w:tc>
          <w:tcPr>
            <w:tcW w:w="3604" w:type="pct"/>
          </w:tcPr>
          <w:p w14:paraId="44F2A31D" w14:textId="12795EBA" w:rsidR="009B0697" w:rsidRPr="009B0697" w:rsidRDefault="00B749FE" w:rsidP="009B0697">
            <w:pPr>
              <w:pStyle w:val="SIBulletList1"/>
            </w:pPr>
            <w:r>
              <w:t>Analyses data to determine compliant outcomes</w:t>
            </w:r>
          </w:p>
        </w:tc>
      </w:tr>
      <w:tr w:rsidR="009B0697" w:rsidRPr="00336FCA" w:rsidDel="00423CB2" w14:paraId="7F3BB116" w14:textId="77777777" w:rsidTr="00CA2922">
        <w:tc>
          <w:tcPr>
            <w:tcW w:w="1396" w:type="pct"/>
          </w:tcPr>
          <w:p w14:paraId="1069014E" w14:textId="77777777" w:rsidR="009B0697" w:rsidRPr="009B0697" w:rsidRDefault="009B0697" w:rsidP="009B0697">
            <w:pPr>
              <w:pStyle w:val="SIText"/>
            </w:pPr>
            <w:r w:rsidRPr="009B0697">
              <w:t>Get the work done</w:t>
            </w:r>
          </w:p>
        </w:tc>
        <w:tc>
          <w:tcPr>
            <w:tcW w:w="3604" w:type="pct"/>
          </w:tcPr>
          <w:p w14:paraId="37958C7F" w14:textId="0649B9A2" w:rsidR="009B0697" w:rsidRPr="009B0697" w:rsidRDefault="009B0697">
            <w:pPr>
              <w:pStyle w:val="SIBulletList1"/>
            </w:pPr>
            <w:r w:rsidRPr="009B0697">
              <w:t>Applies systematic and analytical decision</w:t>
            </w:r>
            <w:r w:rsidR="00B749FE">
              <w:t>-</w:t>
            </w:r>
            <w:r w:rsidRPr="009B0697">
              <w:t>making processes for complex and non-routine situations</w:t>
            </w:r>
          </w:p>
        </w:tc>
      </w:tr>
    </w:tbl>
    <w:p w14:paraId="300587BD" w14:textId="77777777" w:rsidR="00916CD7" w:rsidRDefault="00916CD7" w:rsidP="005F771F">
      <w:pPr>
        <w:pStyle w:val="SIText"/>
      </w:pPr>
    </w:p>
    <w:p w14:paraId="5F35231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E461E1E" w14:textId="77777777" w:rsidTr="00F33FF2">
        <w:tc>
          <w:tcPr>
            <w:tcW w:w="5000" w:type="pct"/>
            <w:gridSpan w:val="4"/>
          </w:tcPr>
          <w:p w14:paraId="14911E5A" w14:textId="77777777" w:rsidR="00F1480E" w:rsidRPr="000754EC" w:rsidRDefault="00FD557D" w:rsidP="000754EC">
            <w:pPr>
              <w:pStyle w:val="SIHeading2"/>
            </w:pPr>
            <w:r w:rsidRPr="00923720">
              <w:t>U</w:t>
            </w:r>
            <w:r w:rsidRPr="000754EC">
              <w:t>nit Mapping Information</w:t>
            </w:r>
          </w:p>
        </w:tc>
      </w:tr>
      <w:tr w:rsidR="00F1480E" w14:paraId="1838F81F" w14:textId="77777777" w:rsidTr="00F33FF2">
        <w:tc>
          <w:tcPr>
            <w:tcW w:w="1028" w:type="pct"/>
          </w:tcPr>
          <w:p w14:paraId="02FE19F4" w14:textId="77777777" w:rsidR="00F1480E" w:rsidRPr="000754EC" w:rsidRDefault="00F1480E" w:rsidP="000754EC">
            <w:pPr>
              <w:pStyle w:val="SIText-Bold"/>
            </w:pPr>
            <w:r w:rsidRPr="00923720">
              <w:t>Code and title current version</w:t>
            </w:r>
          </w:p>
        </w:tc>
        <w:tc>
          <w:tcPr>
            <w:tcW w:w="1105" w:type="pct"/>
          </w:tcPr>
          <w:p w14:paraId="693649D4" w14:textId="77777777" w:rsidR="00F1480E" w:rsidRPr="000754EC" w:rsidRDefault="00F1480E" w:rsidP="000754EC">
            <w:pPr>
              <w:pStyle w:val="SIText-Bold"/>
            </w:pPr>
            <w:r w:rsidRPr="00923720">
              <w:t>Code and title previous version</w:t>
            </w:r>
          </w:p>
        </w:tc>
        <w:tc>
          <w:tcPr>
            <w:tcW w:w="1251" w:type="pct"/>
          </w:tcPr>
          <w:p w14:paraId="62BB3FF4" w14:textId="77777777" w:rsidR="00F1480E" w:rsidRPr="000754EC" w:rsidRDefault="00F1480E" w:rsidP="000754EC">
            <w:pPr>
              <w:pStyle w:val="SIText-Bold"/>
            </w:pPr>
            <w:r w:rsidRPr="00923720">
              <w:t>Comments</w:t>
            </w:r>
          </w:p>
        </w:tc>
        <w:tc>
          <w:tcPr>
            <w:tcW w:w="1616" w:type="pct"/>
          </w:tcPr>
          <w:p w14:paraId="449160BC" w14:textId="77777777" w:rsidR="00F1480E" w:rsidRPr="000754EC" w:rsidRDefault="00F1480E" w:rsidP="000754EC">
            <w:pPr>
              <w:pStyle w:val="SIText-Bold"/>
            </w:pPr>
            <w:r w:rsidRPr="00923720">
              <w:t>Equivalence status</w:t>
            </w:r>
          </w:p>
        </w:tc>
      </w:tr>
      <w:tr w:rsidR="009B0697" w14:paraId="70D1F8D2" w14:textId="77777777" w:rsidTr="00F33FF2">
        <w:tc>
          <w:tcPr>
            <w:tcW w:w="1028" w:type="pct"/>
          </w:tcPr>
          <w:p w14:paraId="5C937F59" w14:textId="77777777" w:rsidR="009B0697" w:rsidRPr="009B0697" w:rsidRDefault="0098148C" w:rsidP="009B0697">
            <w:pPr>
              <w:pStyle w:val="SIText"/>
            </w:pPr>
            <w:r w:rsidRPr="009B0697">
              <w:t>FBPTEC4001 Determine handling processes for perishable food items</w:t>
            </w:r>
          </w:p>
        </w:tc>
        <w:tc>
          <w:tcPr>
            <w:tcW w:w="1105" w:type="pct"/>
          </w:tcPr>
          <w:p w14:paraId="21895B1E" w14:textId="77777777" w:rsidR="009B0697" w:rsidRPr="009B0697" w:rsidRDefault="009B0697" w:rsidP="009B0697">
            <w:pPr>
              <w:pStyle w:val="SIText"/>
            </w:pPr>
            <w:r w:rsidRPr="009B0697">
              <w:t>FDFTEC4001A Determine handling processes for perishable food items</w:t>
            </w:r>
          </w:p>
        </w:tc>
        <w:tc>
          <w:tcPr>
            <w:tcW w:w="1251" w:type="pct"/>
          </w:tcPr>
          <w:p w14:paraId="2D7942F3" w14:textId="6BAB448D" w:rsidR="009B0697" w:rsidRDefault="009B0697" w:rsidP="009B0697">
            <w:pPr>
              <w:pStyle w:val="SIText"/>
            </w:pPr>
            <w:r w:rsidRPr="009B0697">
              <w:t>Updated to meet Standards for Training Packages</w:t>
            </w:r>
          </w:p>
          <w:p w14:paraId="2471C83D" w14:textId="77777777" w:rsidR="00F5375F" w:rsidRPr="009B0697" w:rsidRDefault="00F5375F" w:rsidP="009B0697">
            <w:pPr>
              <w:pStyle w:val="SIText"/>
            </w:pPr>
          </w:p>
          <w:p w14:paraId="41B370F4" w14:textId="56557B21" w:rsidR="009B0697" w:rsidRPr="009B0697" w:rsidRDefault="009B0697" w:rsidP="009B0697">
            <w:pPr>
              <w:pStyle w:val="SIText"/>
            </w:pPr>
            <w:r w:rsidRPr="009B0697">
              <w:t>Minor changes to Performance Criteria for clarity</w:t>
            </w:r>
          </w:p>
        </w:tc>
        <w:tc>
          <w:tcPr>
            <w:tcW w:w="1616" w:type="pct"/>
          </w:tcPr>
          <w:p w14:paraId="1C0116BC" w14:textId="77777777" w:rsidR="009B0697" w:rsidRPr="009B0697" w:rsidRDefault="009B0697" w:rsidP="009B0697">
            <w:pPr>
              <w:pStyle w:val="SIText"/>
            </w:pPr>
            <w:r w:rsidRPr="009B0697">
              <w:t>Equivalent unit</w:t>
            </w:r>
          </w:p>
        </w:tc>
      </w:tr>
    </w:tbl>
    <w:p w14:paraId="424377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EBB2572" w14:textId="77777777" w:rsidTr="0035000E">
        <w:tc>
          <w:tcPr>
            <w:tcW w:w="1049" w:type="pct"/>
            <w:shd w:val="clear" w:color="auto" w:fill="auto"/>
          </w:tcPr>
          <w:p w14:paraId="315C2DF1" w14:textId="77777777" w:rsidR="00F1480E" w:rsidRPr="000754EC" w:rsidRDefault="00FD557D" w:rsidP="000754EC">
            <w:pPr>
              <w:pStyle w:val="SIHeading2"/>
            </w:pPr>
            <w:r w:rsidRPr="00CC451E">
              <w:t>L</w:t>
            </w:r>
            <w:r w:rsidRPr="000754EC">
              <w:t>inks</w:t>
            </w:r>
          </w:p>
        </w:tc>
        <w:tc>
          <w:tcPr>
            <w:tcW w:w="3951" w:type="pct"/>
            <w:shd w:val="clear" w:color="auto" w:fill="auto"/>
          </w:tcPr>
          <w:p w14:paraId="385B398A"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C9856BE" w14:textId="77777777" w:rsidR="00F1480E" w:rsidRDefault="00F1480E" w:rsidP="005F771F">
      <w:pPr>
        <w:pStyle w:val="SIText"/>
      </w:pPr>
    </w:p>
    <w:p w14:paraId="4B445FB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E4A32E7" w14:textId="77777777" w:rsidTr="00113678">
        <w:trPr>
          <w:tblHeader/>
        </w:trPr>
        <w:tc>
          <w:tcPr>
            <w:tcW w:w="1478" w:type="pct"/>
            <w:shd w:val="clear" w:color="auto" w:fill="auto"/>
          </w:tcPr>
          <w:p w14:paraId="191894C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F111B1E" w14:textId="77777777" w:rsidR="00556C4C" w:rsidRPr="000754EC" w:rsidRDefault="00556C4C" w:rsidP="000754EC">
            <w:pPr>
              <w:pStyle w:val="SIUnittitle"/>
            </w:pPr>
            <w:r w:rsidRPr="00F56827">
              <w:t xml:space="preserve">Assessment requirements for </w:t>
            </w:r>
            <w:r w:rsidR="0098148C" w:rsidRPr="0098148C">
              <w:t>FBPTEC4001 Determine handling processes for perishable food items</w:t>
            </w:r>
          </w:p>
        </w:tc>
      </w:tr>
      <w:tr w:rsidR="00556C4C" w:rsidRPr="00A55106" w14:paraId="7362EAF9" w14:textId="77777777" w:rsidTr="00113678">
        <w:trPr>
          <w:tblHeader/>
        </w:trPr>
        <w:tc>
          <w:tcPr>
            <w:tcW w:w="5000" w:type="pct"/>
            <w:gridSpan w:val="2"/>
            <w:shd w:val="clear" w:color="auto" w:fill="auto"/>
          </w:tcPr>
          <w:p w14:paraId="6F8F9C0F" w14:textId="77777777" w:rsidR="00556C4C" w:rsidRPr="000754EC" w:rsidRDefault="00D71E43" w:rsidP="000754EC">
            <w:pPr>
              <w:pStyle w:val="SIHeading2"/>
            </w:pPr>
            <w:r>
              <w:t>Performance E</w:t>
            </w:r>
            <w:r w:rsidRPr="000754EC">
              <w:t>vidence</w:t>
            </w:r>
          </w:p>
        </w:tc>
      </w:tr>
      <w:tr w:rsidR="00556C4C" w:rsidRPr="00067E1C" w14:paraId="75193F59" w14:textId="77777777" w:rsidTr="00113678">
        <w:tc>
          <w:tcPr>
            <w:tcW w:w="5000" w:type="pct"/>
            <w:gridSpan w:val="2"/>
            <w:shd w:val="clear" w:color="auto" w:fill="auto"/>
          </w:tcPr>
          <w:p w14:paraId="34DD58A8"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A9EE4CC" w14:textId="77777777" w:rsidR="00B749FE" w:rsidRDefault="0098148C" w:rsidP="0098148C">
            <w:pPr>
              <w:pStyle w:val="SIText"/>
            </w:pPr>
            <w:r>
              <w:t>There must be evidence that the individual has</w:t>
            </w:r>
            <w:r w:rsidRPr="0098148C">
              <w:t xml:space="preserve"> </w:t>
            </w:r>
            <w:r w:rsidR="00B749FE">
              <w:t xml:space="preserve">determined effective food handling processes for at least two different types of perishable food, including: </w:t>
            </w:r>
          </w:p>
          <w:p w14:paraId="4A7E5B03" w14:textId="77777777" w:rsidR="0098148C" w:rsidRPr="0098148C" w:rsidRDefault="0098148C" w:rsidP="0098148C">
            <w:pPr>
              <w:pStyle w:val="SIBulletList1"/>
            </w:pPr>
            <w:r>
              <w:t>a</w:t>
            </w:r>
            <w:r w:rsidRPr="0098148C">
              <w:t>nalysing packing, handling and storage requirements for perishable food product</w:t>
            </w:r>
          </w:p>
          <w:p w14:paraId="6C766764" w14:textId="35CB7C67" w:rsidR="0098148C" w:rsidRPr="0098148C" w:rsidRDefault="0098148C" w:rsidP="0098148C">
            <w:pPr>
              <w:pStyle w:val="SIBulletList1"/>
            </w:pPr>
            <w:r w:rsidRPr="00FB682D">
              <w:t>specif</w:t>
            </w:r>
            <w:r w:rsidRPr="0098148C">
              <w:t>ying processes and equipment to achieve quality outcomes</w:t>
            </w:r>
            <w:r w:rsidR="004E24FC">
              <w:t xml:space="preserve"> that comply with </w:t>
            </w:r>
            <w:r w:rsidR="00F5375F">
              <w:t>relevant food standards regulations</w:t>
            </w:r>
          </w:p>
          <w:p w14:paraId="15695759" w14:textId="655DE7E1" w:rsidR="0098148C" w:rsidRPr="0098148C" w:rsidRDefault="0098148C" w:rsidP="0098148C">
            <w:pPr>
              <w:pStyle w:val="SIBulletList1"/>
            </w:pPr>
            <w:r>
              <w:t>analys</w:t>
            </w:r>
            <w:r w:rsidRPr="0098148C">
              <w:t xml:space="preserve">ing and </w:t>
            </w:r>
            <w:r w:rsidR="00B749FE" w:rsidRPr="0098148C">
              <w:t>confirm</w:t>
            </w:r>
            <w:r w:rsidR="00B749FE">
              <w:t>ing</w:t>
            </w:r>
            <w:r w:rsidR="00B749FE" w:rsidRPr="0098148C">
              <w:t xml:space="preserve"> </w:t>
            </w:r>
            <w:r w:rsidRPr="0098148C">
              <w:t xml:space="preserve">safety aspects of </w:t>
            </w:r>
            <w:r w:rsidR="00B749FE">
              <w:t xml:space="preserve">food handling </w:t>
            </w:r>
            <w:r w:rsidRPr="0098148C">
              <w:t xml:space="preserve">processes and </w:t>
            </w:r>
            <w:r w:rsidR="00B749FE">
              <w:t xml:space="preserve">handling and storage </w:t>
            </w:r>
            <w:r w:rsidRPr="0098148C">
              <w:t xml:space="preserve">equipment </w:t>
            </w:r>
          </w:p>
          <w:p w14:paraId="0548BA17" w14:textId="77777777" w:rsidR="0098148C" w:rsidRPr="0098148C" w:rsidRDefault="0098148C" w:rsidP="0098148C">
            <w:pPr>
              <w:pStyle w:val="SIBulletList1"/>
            </w:pPr>
            <w:r w:rsidRPr="00FB682D">
              <w:t>analys</w:t>
            </w:r>
            <w:r w:rsidRPr="0098148C">
              <w:t xml:space="preserve">ing non-conformances, problems and determined probable cause </w:t>
            </w:r>
          </w:p>
          <w:p w14:paraId="5217C624" w14:textId="288E234B" w:rsidR="00556C4C" w:rsidRPr="000754EC" w:rsidRDefault="0098148C" w:rsidP="0098148C">
            <w:pPr>
              <w:pStyle w:val="SIBulletList1"/>
            </w:pPr>
            <w:r w:rsidRPr="00FB682D">
              <w:t>prop</w:t>
            </w:r>
            <w:r w:rsidRPr="0098148C">
              <w:t xml:space="preserve">osing improvements to </w:t>
            </w:r>
            <w:r w:rsidR="00B749FE">
              <w:t>handling and/or storage.</w:t>
            </w:r>
          </w:p>
        </w:tc>
      </w:tr>
    </w:tbl>
    <w:p w14:paraId="64A0253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FC8C611" w14:textId="77777777" w:rsidTr="00CA2922">
        <w:trPr>
          <w:tblHeader/>
        </w:trPr>
        <w:tc>
          <w:tcPr>
            <w:tcW w:w="5000" w:type="pct"/>
            <w:shd w:val="clear" w:color="auto" w:fill="auto"/>
          </w:tcPr>
          <w:p w14:paraId="6EC1117C" w14:textId="77777777" w:rsidR="00F1480E" w:rsidRPr="000754EC" w:rsidRDefault="00D71E43" w:rsidP="000754EC">
            <w:pPr>
              <w:pStyle w:val="SIHeading2"/>
            </w:pPr>
            <w:r w:rsidRPr="002C55E9">
              <w:t>K</w:t>
            </w:r>
            <w:r w:rsidRPr="000754EC">
              <w:t>nowledge Evidence</w:t>
            </w:r>
          </w:p>
        </w:tc>
      </w:tr>
      <w:tr w:rsidR="00F1480E" w:rsidRPr="00067E1C" w14:paraId="42F07DBD" w14:textId="77777777" w:rsidTr="00CA2922">
        <w:tc>
          <w:tcPr>
            <w:tcW w:w="5000" w:type="pct"/>
            <w:shd w:val="clear" w:color="auto" w:fill="auto"/>
          </w:tcPr>
          <w:p w14:paraId="54637C7A"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7AB295E" w14:textId="77777777" w:rsidR="0098148C" w:rsidRPr="0098148C" w:rsidRDefault="0098148C" w:rsidP="0098148C">
            <w:pPr>
              <w:pStyle w:val="SIBulletList1"/>
            </w:pPr>
            <w:r>
              <w:t xml:space="preserve">the </w:t>
            </w:r>
            <w:r w:rsidRPr="0098148C">
              <w:t>properties of packing processes designed to protect perishable products and extend their shelf-life</w:t>
            </w:r>
          </w:p>
          <w:p w14:paraId="4C5EB4D8" w14:textId="53F2A522" w:rsidR="0098148C" w:rsidRDefault="0098148C" w:rsidP="0098148C">
            <w:pPr>
              <w:pStyle w:val="SIBulletList1"/>
            </w:pPr>
            <w:r>
              <w:t>regulations, codes of practice and legislative requirements, including local and international regulations</w:t>
            </w:r>
            <w:r w:rsidRPr="0098148C">
              <w:t>, relevant to handling and storing perishable food products</w:t>
            </w:r>
          </w:p>
          <w:p w14:paraId="1EB5F2A1" w14:textId="4FF74F7A" w:rsidR="00F5375F" w:rsidRPr="0098148C" w:rsidRDefault="00F5375F" w:rsidP="0098148C">
            <w:pPr>
              <w:pStyle w:val="SIBulletList1"/>
            </w:pPr>
            <w:r>
              <w:t>Food Standards Code</w:t>
            </w:r>
          </w:p>
          <w:p w14:paraId="684C9710" w14:textId="77777777" w:rsidR="0098148C" w:rsidRPr="0098148C" w:rsidRDefault="0098148C" w:rsidP="0098148C">
            <w:pPr>
              <w:pStyle w:val="SIBulletList1"/>
            </w:pPr>
            <w:r>
              <w:t>work health and safety</w:t>
            </w:r>
            <w:r w:rsidRPr="0098148C">
              <w:t xml:space="preserve"> (WHS) and environmental protection procedures and regulations</w:t>
            </w:r>
          </w:p>
          <w:p w14:paraId="5D4C1D6C" w14:textId="77777777" w:rsidR="0098148C" w:rsidRPr="0098148C" w:rsidRDefault="0098148C" w:rsidP="0098148C">
            <w:pPr>
              <w:pStyle w:val="SIBulletList1"/>
            </w:pPr>
            <w:r>
              <w:t xml:space="preserve">workplace procedures for planning and </w:t>
            </w:r>
            <w:r w:rsidRPr="0098148C">
              <w:t>managing the handling and storage of perishable food products</w:t>
            </w:r>
          </w:p>
          <w:p w14:paraId="4C11A58E" w14:textId="77777777" w:rsidR="0098148C" w:rsidRPr="0098148C" w:rsidRDefault="0098148C" w:rsidP="0098148C">
            <w:pPr>
              <w:pStyle w:val="SIBulletList1"/>
            </w:pPr>
            <w:r>
              <w:t xml:space="preserve">problems that may occur </w:t>
            </w:r>
            <w:r w:rsidRPr="0098148C">
              <w:t>while planning and managing the handling and storage of perishable food products, and action that can be taken to resolve or report the problems</w:t>
            </w:r>
          </w:p>
          <w:p w14:paraId="5C0912F3" w14:textId="77777777" w:rsidR="0098148C" w:rsidRPr="0098148C" w:rsidRDefault="0098148C" w:rsidP="0098148C">
            <w:pPr>
              <w:pStyle w:val="SIBulletList1"/>
            </w:pPr>
            <w:r>
              <w:t xml:space="preserve">risks and hazards related to handling and </w:t>
            </w:r>
            <w:r w:rsidRPr="0098148C">
              <w:t>storing perishable food products and methods for controlling them</w:t>
            </w:r>
          </w:p>
          <w:p w14:paraId="6328D05D" w14:textId="77777777" w:rsidR="0098148C" w:rsidRPr="0098148C" w:rsidRDefault="0098148C" w:rsidP="0098148C">
            <w:pPr>
              <w:pStyle w:val="SIBulletList1"/>
            </w:pPr>
            <w:r>
              <w:t>costs of equipment and facilities for handling and storing perishable food product</w:t>
            </w:r>
            <w:r w:rsidRPr="0098148C">
              <w:t>s</w:t>
            </w:r>
          </w:p>
          <w:p w14:paraId="2FCE62B1" w14:textId="77777777" w:rsidR="0098148C" w:rsidRPr="0098148C" w:rsidRDefault="0098148C" w:rsidP="0098148C">
            <w:pPr>
              <w:pStyle w:val="SIBulletList1"/>
            </w:pPr>
            <w:r>
              <w:t>pathogens and spoilage that can occur in perishable food</w:t>
            </w:r>
            <w:r w:rsidRPr="0098148C">
              <w:t>s and the conditions required for these to occur</w:t>
            </w:r>
          </w:p>
          <w:p w14:paraId="1BACF127" w14:textId="5A704525" w:rsidR="0098148C" w:rsidRPr="0098148C" w:rsidRDefault="0098148C" w:rsidP="0098148C">
            <w:pPr>
              <w:pStyle w:val="SIBulletList1"/>
            </w:pPr>
            <w:r>
              <w:t xml:space="preserve">features intrinsic to food type, </w:t>
            </w:r>
            <w:r w:rsidR="00F5375F">
              <w:t>including</w:t>
            </w:r>
            <w:r>
              <w:t xml:space="preserve"> pH, water activity, nutrient content, presence of microbiological compounds, respiration rate and biological structure</w:t>
            </w:r>
          </w:p>
          <w:p w14:paraId="54AC1845" w14:textId="77777777" w:rsidR="0098148C" w:rsidRPr="0098148C" w:rsidRDefault="0098148C" w:rsidP="0098148C">
            <w:pPr>
              <w:pStyle w:val="SIBulletList1"/>
            </w:pPr>
            <w:r>
              <w:t xml:space="preserve">the </w:t>
            </w:r>
            <w:r w:rsidRPr="0098148C">
              <w:t>impact of extrinsic factors on perishable food products, including:</w:t>
            </w:r>
          </w:p>
          <w:p w14:paraId="692BE442" w14:textId="77777777" w:rsidR="0098148C" w:rsidRPr="0098148C" w:rsidRDefault="0098148C" w:rsidP="0098148C">
            <w:pPr>
              <w:pStyle w:val="SIBulletList2"/>
            </w:pPr>
            <w:r>
              <w:t>temperature</w:t>
            </w:r>
          </w:p>
          <w:p w14:paraId="53E0A5F8" w14:textId="77777777" w:rsidR="0098148C" w:rsidRPr="0098148C" w:rsidRDefault="0098148C" w:rsidP="0098148C">
            <w:pPr>
              <w:pStyle w:val="SIBulletList2"/>
            </w:pPr>
            <w:r>
              <w:t>water loss</w:t>
            </w:r>
          </w:p>
          <w:p w14:paraId="6C4C0DCE" w14:textId="77777777" w:rsidR="0098148C" w:rsidRPr="0098148C" w:rsidRDefault="0098148C" w:rsidP="0098148C">
            <w:pPr>
              <w:pStyle w:val="SIBulletList2"/>
            </w:pPr>
            <w:r>
              <w:t>humidity</w:t>
            </w:r>
          </w:p>
          <w:p w14:paraId="3CBA9B8F" w14:textId="77777777" w:rsidR="0098148C" w:rsidRPr="0098148C" w:rsidRDefault="0098148C" w:rsidP="0098148C">
            <w:pPr>
              <w:pStyle w:val="SIBulletList2"/>
            </w:pPr>
            <w:r>
              <w:t>maturity (applies to maturity of fruit and vegetables when harvested)</w:t>
            </w:r>
          </w:p>
          <w:p w14:paraId="5DEEA360" w14:textId="77777777" w:rsidR="0098148C" w:rsidRPr="0098148C" w:rsidRDefault="0098148C" w:rsidP="0098148C">
            <w:pPr>
              <w:pStyle w:val="SIBulletList2"/>
            </w:pPr>
            <w:r>
              <w:t>handling</w:t>
            </w:r>
          </w:p>
          <w:p w14:paraId="26FE7F54" w14:textId="77777777" w:rsidR="0098148C" w:rsidRPr="0098148C" w:rsidRDefault="0098148C" w:rsidP="0098148C">
            <w:pPr>
              <w:pStyle w:val="SIBulletList2"/>
            </w:pPr>
            <w:r>
              <w:t>cleaning</w:t>
            </w:r>
          </w:p>
          <w:p w14:paraId="0C67911C" w14:textId="77777777" w:rsidR="0098148C" w:rsidRPr="0098148C" w:rsidRDefault="0098148C" w:rsidP="0098148C">
            <w:pPr>
              <w:pStyle w:val="SIBulletList2"/>
            </w:pPr>
            <w:r>
              <w:t>sanitation</w:t>
            </w:r>
          </w:p>
          <w:p w14:paraId="7C369F9B" w14:textId="77777777" w:rsidR="0098148C" w:rsidRPr="0098148C" w:rsidRDefault="0098148C" w:rsidP="0098148C">
            <w:pPr>
              <w:pStyle w:val="SIBulletList2"/>
            </w:pPr>
            <w:r>
              <w:t>personal hygiene practices</w:t>
            </w:r>
          </w:p>
          <w:p w14:paraId="5696059A" w14:textId="77777777" w:rsidR="0098148C" w:rsidRPr="0098148C" w:rsidRDefault="0098148C" w:rsidP="0098148C">
            <w:pPr>
              <w:pStyle w:val="SIBulletList2"/>
            </w:pPr>
            <w:r>
              <w:t>gaseous composition of the storage atmosphere</w:t>
            </w:r>
          </w:p>
          <w:p w14:paraId="5461CE5E" w14:textId="77777777" w:rsidR="0098148C" w:rsidRPr="0098148C" w:rsidRDefault="0098148C" w:rsidP="0098148C">
            <w:pPr>
              <w:pStyle w:val="SIBulletList1"/>
            </w:pPr>
            <w:r>
              <w:t>food spoilage indicators</w:t>
            </w:r>
            <w:r w:rsidRPr="0098148C">
              <w:t xml:space="preserve"> including:</w:t>
            </w:r>
          </w:p>
          <w:p w14:paraId="4736DBCB" w14:textId="77777777" w:rsidR="0098148C" w:rsidRPr="0098148C" w:rsidRDefault="0098148C" w:rsidP="0098148C">
            <w:pPr>
              <w:pStyle w:val="SIBulletList2"/>
            </w:pPr>
            <w:r>
              <w:t>microbial contamination</w:t>
            </w:r>
          </w:p>
          <w:p w14:paraId="1E9AC6F3" w14:textId="77777777" w:rsidR="0098148C" w:rsidRPr="0098148C" w:rsidRDefault="0098148C" w:rsidP="0098148C">
            <w:pPr>
              <w:pStyle w:val="SIBulletList2"/>
            </w:pPr>
            <w:r>
              <w:t>enzymic browning</w:t>
            </w:r>
          </w:p>
          <w:p w14:paraId="32CF27B4" w14:textId="77777777" w:rsidR="0098148C" w:rsidRPr="0098148C" w:rsidRDefault="0098148C" w:rsidP="0098148C">
            <w:pPr>
              <w:pStyle w:val="SIBulletList2"/>
            </w:pPr>
            <w:r>
              <w:t>sensory degradation of characteristics</w:t>
            </w:r>
            <w:r w:rsidRPr="0098148C">
              <w:t xml:space="preserve"> including flavour, aroma, colour and texture</w:t>
            </w:r>
          </w:p>
          <w:p w14:paraId="5032EC8C" w14:textId="77777777" w:rsidR="0098148C" w:rsidRPr="0098148C" w:rsidRDefault="0098148C" w:rsidP="0098148C">
            <w:pPr>
              <w:pStyle w:val="SIBulletList1"/>
            </w:pPr>
            <w:r>
              <w:t>factors that influence selection of packing and storage processes, including</w:t>
            </w:r>
            <w:r w:rsidRPr="0098148C">
              <w:t>:</w:t>
            </w:r>
          </w:p>
          <w:p w14:paraId="4CA98DA0" w14:textId="77777777" w:rsidR="0098148C" w:rsidRPr="0098148C" w:rsidRDefault="0098148C" w:rsidP="0098148C">
            <w:pPr>
              <w:pStyle w:val="SIBulletList2"/>
            </w:pPr>
            <w:r>
              <w:t>suitability for use with food products to be packaged</w:t>
            </w:r>
          </w:p>
          <w:p w14:paraId="1FAB1A01" w14:textId="77777777" w:rsidR="0098148C" w:rsidRPr="0098148C" w:rsidRDefault="0098148C" w:rsidP="0098148C">
            <w:pPr>
              <w:pStyle w:val="SIBulletList2"/>
            </w:pPr>
            <w:r>
              <w:t>compatibility with packing technology</w:t>
            </w:r>
          </w:p>
          <w:p w14:paraId="02115AE7" w14:textId="77777777" w:rsidR="0098148C" w:rsidRPr="0098148C" w:rsidRDefault="0098148C" w:rsidP="0098148C">
            <w:pPr>
              <w:pStyle w:val="SIBulletList2"/>
            </w:pPr>
            <w:r>
              <w:t>costs</w:t>
            </w:r>
          </w:p>
          <w:p w14:paraId="6ED90EC8" w14:textId="77777777" w:rsidR="0098148C" w:rsidRPr="0098148C" w:rsidRDefault="0098148C" w:rsidP="0098148C">
            <w:pPr>
              <w:pStyle w:val="SIBulletList2"/>
            </w:pPr>
            <w:r>
              <w:t>environmental features</w:t>
            </w:r>
          </w:p>
          <w:p w14:paraId="1818F7B6" w14:textId="77777777" w:rsidR="0098148C" w:rsidRPr="0098148C" w:rsidRDefault="0098148C" w:rsidP="0098148C">
            <w:pPr>
              <w:pStyle w:val="SIBulletList2"/>
            </w:pPr>
            <w:r>
              <w:t>consumer safety</w:t>
            </w:r>
          </w:p>
          <w:p w14:paraId="10E3BEA3" w14:textId="77777777" w:rsidR="0098148C" w:rsidRPr="0098148C" w:rsidRDefault="0098148C" w:rsidP="0098148C">
            <w:pPr>
              <w:pStyle w:val="SIBulletList2"/>
            </w:pPr>
            <w:r>
              <w:t>tamper evidence</w:t>
            </w:r>
          </w:p>
          <w:p w14:paraId="0C152B90" w14:textId="77777777" w:rsidR="0098148C" w:rsidRPr="0098148C" w:rsidRDefault="0098148C" w:rsidP="0098148C">
            <w:pPr>
              <w:pStyle w:val="SIBulletList1"/>
            </w:pPr>
            <w:r>
              <w:t>characteristics of product</w:t>
            </w:r>
            <w:r w:rsidRPr="0098148C">
              <w:t>s and their behaviour when packed, handled and stored over the shelf-life of the product</w:t>
            </w:r>
          </w:p>
          <w:p w14:paraId="2334FD92" w14:textId="77777777" w:rsidR="00F1480E" w:rsidRPr="000754EC" w:rsidRDefault="0098148C" w:rsidP="0098148C">
            <w:pPr>
              <w:pStyle w:val="SIBulletList1"/>
            </w:pPr>
            <w:r>
              <w:lastRenderedPageBreak/>
              <w:t>typical problems that occur, likely causes and appropriate response options</w:t>
            </w:r>
            <w:r w:rsidRPr="0098148C">
              <w:t>.</w:t>
            </w:r>
          </w:p>
        </w:tc>
      </w:tr>
    </w:tbl>
    <w:p w14:paraId="1F14A23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49FBFCA" w14:textId="77777777" w:rsidTr="00CA2922">
        <w:trPr>
          <w:tblHeader/>
        </w:trPr>
        <w:tc>
          <w:tcPr>
            <w:tcW w:w="5000" w:type="pct"/>
            <w:shd w:val="clear" w:color="auto" w:fill="auto"/>
          </w:tcPr>
          <w:p w14:paraId="75A0CB2F" w14:textId="77777777" w:rsidR="00F1480E" w:rsidRPr="000754EC" w:rsidRDefault="00D71E43" w:rsidP="000754EC">
            <w:pPr>
              <w:pStyle w:val="SIHeading2"/>
            </w:pPr>
            <w:r w:rsidRPr="002C55E9">
              <w:t>A</w:t>
            </w:r>
            <w:r w:rsidRPr="000754EC">
              <w:t>ssessment Conditions</w:t>
            </w:r>
          </w:p>
        </w:tc>
      </w:tr>
      <w:tr w:rsidR="00F1480E" w:rsidRPr="00A55106" w14:paraId="7AC9CF6D" w14:textId="77777777" w:rsidTr="00CA2922">
        <w:tc>
          <w:tcPr>
            <w:tcW w:w="5000" w:type="pct"/>
            <w:shd w:val="clear" w:color="auto" w:fill="auto"/>
          </w:tcPr>
          <w:p w14:paraId="6F8D69A5"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F1AC0CD" w14:textId="77777777" w:rsidR="004E6741" w:rsidRPr="000754EC" w:rsidRDefault="001D7F5B" w:rsidP="000754EC">
            <w:pPr>
              <w:pStyle w:val="SIBulletList1"/>
            </w:pPr>
            <w:r w:rsidRPr="000754EC">
              <w:t>p</w:t>
            </w:r>
            <w:r w:rsidR="004E6741" w:rsidRPr="000754EC">
              <w:t>hysical conditions</w:t>
            </w:r>
            <w:r w:rsidRPr="000754EC">
              <w:t>:</w:t>
            </w:r>
          </w:p>
          <w:p w14:paraId="606334A3"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58E74BF2"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C5970FC" w14:textId="6FECB030" w:rsidR="0098148C" w:rsidRPr="0098148C" w:rsidRDefault="004E24FC" w:rsidP="0098148C">
            <w:pPr>
              <w:pStyle w:val="SIBulletList2"/>
            </w:pPr>
            <w:r>
              <w:t xml:space="preserve">handling, </w:t>
            </w:r>
            <w:r w:rsidR="0098148C" w:rsidRPr="00126B93">
              <w:t xml:space="preserve">packaging </w:t>
            </w:r>
            <w:r>
              <w:t xml:space="preserve">and storage </w:t>
            </w:r>
            <w:r w:rsidR="0098148C" w:rsidRPr="00126B93">
              <w:t>equipment</w:t>
            </w:r>
          </w:p>
          <w:p w14:paraId="4E5046DE" w14:textId="77777777" w:rsidR="0098148C" w:rsidRPr="0098148C" w:rsidRDefault="0098148C" w:rsidP="0098148C">
            <w:pPr>
              <w:pStyle w:val="SIBulletList2"/>
            </w:pPr>
            <w:r w:rsidRPr="00770A65">
              <w:t>perishable product, packaging components and consumables</w:t>
            </w:r>
          </w:p>
          <w:p w14:paraId="78BB8BE3" w14:textId="77777777" w:rsidR="0098148C" w:rsidRPr="0098148C" w:rsidRDefault="0098148C" w:rsidP="0098148C">
            <w:pPr>
              <w:pStyle w:val="SIBulletList1"/>
            </w:pPr>
            <w:r w:rsidRPr="00770A65">
              <w:tab/>
              <w:t>specifications:</w:t>
            </w:r>
          </w:p>
          <w:p w14:paraId="4DF26A1E" w14:textId="77777777" w:rsidR="0098148C" w:rsidRPr="0098148C" w:rsidRDefault="0098148C" w:rsidP="0098148C">
            <w:pPr>
              <w:pStyle w:val="SIBulletList2"/>
            </w:pPr>
            <w:r w:rsidRPr="00126B93">
              <w:t>packaging specifications</w:t>
            </w:r>
          </w:p>
          <w:p w14:paraId="67DDD50A" w14:textId="77777777" w:rsidR="0098148C" w:rsidRPr="0098148C" w:rsidRDefault="0098148C" w:rsidP="0098148C">
            <w:pPr>
              <w:pStyle w:val="SIBulletList2"/>
            </w:pPr>
            <w:r w:rsidRPr="00770A65">
              <w:t>workplace operating procedures for packaging</w:t>
            </w:r>
            <w:r w:rsidR="004E24FC">
              <w:t>, handling</w:t>
            </w:r>
            <w:r w:rsidRPr="00770A65">
              <w:t xml:space="preserve"> and storage</w:t>
            </w:r>
            <w:r w:rsidR="00CF2427">
              <w:t>.</w:t>
            </w:r>
          </w:p>
          <w:p w14:paraId="02F0A6D5" w14:textId="77777777" w:rsidR="0021210E" w:rsidRDefault="0021210E" w:rsidP="000754EC">
            <w:pPr>
              <w:pStyle w:val="SIText"/>
            </w:pPr>
          </w:p>
          <w:p w14:paraId="653CFCE3"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FBE838E" w14:textId="77777777" w:rsidR="00F1480E" w:rsidRPr="000754EC" w:rsidRDefault="00F1480E" w:rsidP="0035000E">
            <w:pPr>
              <w:pStyle w:val="SIBulletList2"/>
              <w:numPr>
                <w:ilvl w:val="0"/>
                <w:numId w:val="0"/>
              </w:numPr>
              <w:rPr>
                <w:rFonts w:eastAsia="Calibri"/>
              </w:rPr>
            </w:pPr>
          </w:p>
        </w:tc>
      </w:tr>
    </w:tbl>
    <w:p w14:paraId="2B2777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C190B43" w14:textId="77777777" w:rsidTr="004679E3">
        <w:tc>
          <w:tcPr>
            <w:tcW w:w="990" w:type="pct"/>
            <w:shd w:val="clear" w:color="auto" w:fill="auto"/>
          </w:tcPr>
          <w:p w14:paraId="24288FB5" w14:textId="77777777" w:rsidR="00F1480E" w:rsidRPr="000754EC" w:rsidRDefault="00D71E43" w:rsidP="000754EC">
            <w:pPr>
              <w:pStyle w:val="SIHeading2"/>
            </w:pPr>
            <w:r w:rsidRPr="002C55E9">
              <w:t>L</w:t>
            </w:r>
            <w:r w:rsidRPr="000754EC">
              <w:t>inks</w:t>
            </w:r>
          </w:p>
        </w:tc>
        <w:tc>
          <w:tcPr>
            <w:tcW w:w="4010" w:type="pct"/>
            <w:shd w:val="clear" w:color="auto" w:fill="auto"/>
          </w:tcPr>
          <w:p w14:paraId="431DDFA1"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7D1F923"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1F1D6D" w14:textId="77777777" w:rsidR="00BC144A" w:rsidRDefault="00BC144A" w:rsidP="00BF3F0A">
      <w:r>
        <w:separator/>
      </w:r>
    </w:p>
    <w:p w14:paraId="51B8C3C0" w14:textId="77777777" w:rsidR="00BC144A" w:rsidRDefault="00BC144A"/>
  </w:endnote>
  <w:endnote w:type="continuationSeparator" w:id="0">
    <w:p w14:paraId="3726420B" w14:textId="77777777" w:rsidR="00BC144A" w:rsidRDefault="00BC144A" w:rsidP="00BF3F0A">
      <w:r>
        <w:continuationSeparator/>
      </w:r>
    </w:p>
    <w:p w14:paraId="51C07830" w14:textId="77777777" w:rsidR="00BC144A" w:rsidRDefault="00BC14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464AE" w14:textId="77777777" w:rsidR="00AF26E6" w:rsidRDefault="00AF26E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09E6F8E" w14:textId="1678015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F26E6">
          <w:rPr>
            <w:noProof/>
          </w:rPr>
          <w:t>4</w:t>
        </w:r>
        <w:r w:rsidRPr="000754EC">
          <w:fldChar w:fldCharType="end"/>
        </w:r>
      </w:p>
      <w:p w14:paraId="492A6D88"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BB8D72A"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7ED77" w14:textId="77777777" w:rsidR="00AF26E6" w:rsidRDefault="00AF26E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05819" w14:textId="77777777" w:rsidR="00BC144A" w:rsidRDefault="00BC144A" w:rsidP="00BF3F0A">
      <w:r>
        <w:separator/>
      </w:r>
    </w:p>
    <w:p w14:paraId="7D606F33" w14:textId="77777777" w:rsidR="00BC144A" w:rsidRDefault="00BC144A"/>
  </w:footnote>
  <w:footnote w:type="continuationSeparator" w:id="0">
    <w:p w14:paraId="75F26F5F" w14:textId="77777777" w:rsidR="00BC144A" w:rsidRDefault="00BC144A" w:rsidP="00BF3F0A">
      <w:r>
        <w:continuationSeparator/>
      </w:r>
    </w:p>
    <w:p w14:paraId="70A77509" w14:textId="77777777" w:rsidR="00BC144A" w:rsidRDefault="00BC14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6D20A" w14:textId="77777777" w:rsidR="00AF26E6" w:rsidRDefault="00AF26E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CCEE1" w14:textId="23B961E1" w:rsidR="009C2650" w:rsidRPr="009B0697" w:rsidRDefault="00AF26E6" w:rsidP="009B0697">
    <w:pPr>
      <w:pStyle w:val="SIText"/>
    </w:pPr>
    <w:sdt>
      <w:sdtPr>
        <w:id w:val="869881947"/>
        <w:docPartObj>
          <w:docPartGallery w:val="Watermarks"/>
          <w:docPartUnique/>
        </w:docPartObj>
      </w:sdtPr>
      <w:sdtContent>
        <w:r w:rsidRPr="00AF26E6">
          <w:pict w14:anchorId="04EDBC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B0697" w:rsidRPr="009B0697">
      <w:t>FBPTEC4001 Determine handling processes for perishable food items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C5E4A" w14:textId="77777777" w:rsidR="00AF26E6" w:rsidRDefault="00AF26E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25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10221"/>
    <w:rsid w:val="00133957"/>
    <w:rsid w:val="001372F6"/>
    <w:rsid w:val="00144385"/>
    <w:rsid w:val="00146EEC"/>
    <w:rsid w:val="00151D55"/>
    <w:rsid w:val="00151D93"/>
    <w:rsid w:val="00153F2B"/>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365F"/>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02B8"/>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24FC"/>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B6256"/>
    <w:rsid w:val="007C0F6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148C"/>
    <w:rsid w:val="009926B0"/>
    <w:rsid w:val="009A5900"/>
    <w:rsid w:val="009A6E6C"/>
    <w:rsid w:val="009A6F3F"/>
    <w:rsid w:val="009B0697"/>
    <w:rsid w:val="009B331A"/>
    <w:rsid w:val="009C2650"/>
    <w:rsid w:val="009D15E2"/>
    <w:rsid w:val="009D15FE"/>
    <w:rsid w:val="009D5D2C"/>
    <w:rsid w:val="009F0DCC"/>
    <w:rsid w:val="009F11CA"/>
    <w:rsid w:val="00A0695B"/>
    <w:rsid w:val="00A13052"/>
    <w:rsid w:val="00A152BB"/>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26E6"/>
    <w:rsid w:val="00AF3957"/>
    <w:rsid w:val="00B12013"/>
    <w:rsid w:val="00B22C67"/>
    <w:rsid w:val="00B3508F"/>
    <w:rsid w:val="00B443EE"/>
    <w:rsid w:val="00B560C8"/>
    <w:rsid w:val="00B61150"/>
    <w:rsid w:val="00B65BC7"/>
    <w:rsid w:val="00B746B9"/>
    <w:rsid w:val="00B749FE"/>
    <w:rsid w:val="00B848D4"/>
    <w:rsid w:val="00B865B7"/>
    <w:rsid w:val="00BA1CB1"/>
    <w:rsid w:val="00BA4178"/>
    <w:rsid w:val="00BA482D"/>
    <w:rsid w:val="00BB23F4"/>
    <w:rsid w:val="00BC144A"/>
    <w:rsid w:val="00BC5075"/>
    <w:rsid w:val="00BC5419"/>
    <w:rsid w:val="00BD3B0F"/>
    <w:rsid w:val="00BF1D4C"/>
    <w:rsid w:val="00BF3F0A"/>
    <w:rsid w:val="00C143C3"/>
    <w:rsid w:val="00C1739B"/>
    <w:rsid w:val="00C21ADE"/>
    <w:rsid w:val="00C26067"/>
    <w:rsid w:val="00C30A29"/>
    <w:rsid w:val="00C317DC"/>
    <w:rsid w:val="00C50019"/>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427"/>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3194"/>
    <w:rsid w:val="00EF40EF"/>
    <w:rsid w:val="00EF47FE"/>
    <w:rsid w:val="00F069BD"/>
    <w:rsid w:val="00F1480E"/>
    <w:rsid w:val="00F1497D"/>
    <w:rsid w:val="00F16AAC"/>
    <w:rsid w:val="00F33FF2"/>
    <w:rsid w:val="00F438FC"/>
    <w:rsid w:val="00F5375F"/>
    <w:rsid w:val="00F5616F"/>
    <w:rsid w:val="00F56451"/>
    <w:rsid w:val="00F56827"/>
    <w:rsid w:val="00F62866"/>
    <w:rsid w:val="00F65EF0"/>
    <w:rsid w:val="00F71651"/>
    <w:rsid w:val="00F76191"/>
    <w:rsid w:val="00F764C8"/>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FC90848"/>
  <w15:docId w15:val="{C7C076F0-2B93-4915-B758-3F35F9AED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4C205AB7-1AFB-4177-BC2C-C071D9A61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10A506-0F08-48E8-B2D9-9590096AC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81</TotalTime>
  <Pages>4</Pages>
  <Words>1239</Words>
  <Characters>7066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9</cp:revision>
  <cp:lastPrinted>2016-05-27T05:21:00Z</cp:lastPrinted>
  <dcterms:created xsi:type="dcterms:W3CDTF">2017-09-29T06:05:00Z</dcterms:created>
  <dcterms:modified xsi:type="dcterms:W3CDTF">2018-02-01T03:46:00Z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